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CA0770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6D568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A0770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20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ЕВРОПА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0461E" w:rsidRPr="00E24E89" w:rsidRDefault="00D0461E" w:rsidP="00CA077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61AB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Уједињено  Краљевство  В</w:t>
            </w:r>
            <w:r w:rsidR="00CA07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елике  Британије  и  Северне Ирске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E24E89" w:rsidRDefault="00E24E8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ТИП ЧАСА: </w:t>
            </w:r>
            <w:r w:rsidRPr="00E24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Обрада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CA0770" w:rsidRDefault="003321C2" w:rsidP="00CA07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A07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Упознати  ученике  са  географским  одликама Велике  Британије</w:t>
            </w:r>
          </w:p>
        </w:tc>
      </w:tr>
      <w:tr w:rsidR="00A45210" w:rsidRPr="00B37DAE" w:rsidTr="00F62A80">
        <w:tc>
          <w:tcPr>
            <w:tcW w:w="9576" w:type="dxa"/>
            <w:shd w:val="clear" w:color="auto" w:fill="auto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CA0770" w:rsidRDefault="0004179F" w:rsidP="00CA077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6D56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75C1A" w:rsidRPr="00C75C1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Објаснити  ученицима  географске  одлике  </w:t>
            </w:r>
            <w:r w:rsidR="00CA0770">
              <w:rPr>
                <w:rFonts w:ascii="Times New Roman" w:hAnsi="Times New Roman"/>
                <w:sz w:val="24"/>
                <w:szCs w:val="24"/>
                <w:lang w:val="sr-Cyrl-CS"/>
              </w:rPr>
              <w:t>Велике  Британије</w:t>
            </w:r>
          </w:p>
          <w:p w:rsidR="0004179F" w:rsidRPr="0004179F" w:rsidRDefault="0004179F" w:rsidP="00CA077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6605E" w:rsidRDefault="00D0461E" w:rsidP="00EC77F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CA0770" w:rsidRPr="00CA0770" w:rsidRDefault="00CA0770" w:rsidP="00CA0770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CA077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-разуме допринос  В.Британије  светској  цивилизацији</w:t>
            </w:r>
          </w:p>
          <w:p w:rsidR="00CA0770" w:rsidRPr="00CA0770" w:rsidRDefault="00CA0770" w:rsidP="00CA0770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CA077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-објасни  предности  остврског  положаја</w:t>
            </w:r>
          </w:p>
          <w:p w:rsidR="00CA0770" w:rsidRPr="00CA0770" w:rsidRDefault="00CA0770" w:rsidP="00CA0770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CA077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-разуме  физичко географске одлике нарочито  климе</w:t>
            </w:r>
          </w:p>
          <w:p w:rsidR="00CA0770" w:rsidRPr="00CA0770" w:rsidRDefault="00CA0770" w:rsidP="00CA0770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Pr="00CA077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схвати  значај  природних  ресурса</w:t>
            </w:r>
          </w:p>
          <w:p w:rsidR="00D0461E" w:rsidRPr="006D5681" w:rsidRDefault="00CA0770" w:rsidP="00CA0770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CA077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-објасни  висок  степен  привредне  развијености  и  улогу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Велике </w:t>
            </w:r>
            <w:r w:rsidRPr="00CA077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Британије  у  свету</w:t>
            </w:r>
          </w:p>
        </w:tc>
      </w:tr>
      <w:tr w:rsidR="00664F16" w:rsidRPr="00B37DAE" w:rsidTr="00F62A80">
        <w:tc>
          <w:tcPr>
            <w:tcW w:w="9576" w:type="dxa"/>
            <w:shd w:val="clear" w:color="auto" w:fill="auto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45123D" w:rsidRDefault="00EC77F2" w:rsidP="00C75C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ГЕ </w:t>
            </w:r>
            <w:r w:rsidRPr="00EC77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1.1.3. </w:t>
            </w:r>
          </w:p>
          <w:p w:rsidR="00CA0770" w:rsidRDefault="00C75C1A" w:rsidP="00C75C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Препознаје  и чита  географске и  допунске  елементе  карте-називе   </w:t>
            </w:r>
            <w:r w:rsidR="00CA077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острва, залива, планина,    река  </w:t>
            </w: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и  већих  градова  </w:t>
            </w:r>
            <w:r w:rsidR="00CA077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Велике  Британије</w:t>
            </w:r>
          </w:p>
          <w:p w:rsidR="00C75C1A" w:rsidRPr="00EC77F2" w:rsidRDefault="00C75C1A" w:rsidP="00C75C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1.4.1 Препознаје  основне  природно-географске  и  друштвено-географске  одлике  </w:t>
            </w:r>
            <w:r w:rsidR="00CA077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Велике  Британије</w:t>
            </w:r>
          </w:p>
          <w:p w:rsidR="00670648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C75C1A" w:rsidRPr="00C75C1A" w:rsidRDefault="00C75C1A" w:rsidP="00C75C1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ГЕ2.1.2. Одређује  положај  места  и  тачака на  географској  картри- планина,  низија,  река  и градова.</w:t>
            </w:r>
          </w:p>
          <w:p w:rsidR="00C75C1A" w:rsidRPr="00C75C1A" w:rsidRDefault="00C75C1A" w:rsidP="00C75C1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ГЕ2.1.3.Прпознаје  и  објашњава  географске  чињенице представљене  моделом, сликом графиком, табелом.</w:t>
            </w:r>
          </w:p>
          <w:p w:rsidR="00C75C1A" w:rsidRPr="00C75C1A" w:rsidRDefault="00C75C1A" w:rsidP="00C75C1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ГЕ2.4.1.Описује  природне  и  друштвене  одлике  </w:t>
            </w:r>
            <w:r w:rsidR="00CA0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Велике  Британије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CA0770" w:rsidRDefault="00C75C1A" w:rsidP="00C75C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ГЕ3.1.1.Анализира  географску  карту  и </w:t>
            </w:r>
            <w:r w:rsidR="00CA077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доноси  закључке  о  географски  одликама Велике  Британије</w:t>
            </w:r>
          </w:p>
          <w:p w:rsidR="00664F16" w:rsidRPr="006C1089" w:rsidRDefault="00C75C1A" w:rsidP="00CA0770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3.4.1.Објашњава  географске  везе  и  законитости   у  </w:t>
            </w:r>
            <w:r w:rsidR="00CA077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Великој  Британији.</w:t>
            </w: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Објашњава  утицај  географског  положаја  на основне  природно-географске  и  друштвено-географске  </w:t>
            </w:r>
            <w:r w:rsidR="00CA077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Велике  Британије.</w:t>
            </w:r>
          </w:p>
        </w:tc>
      </w:tr>
      <w:tr w:rsidR="00545C96" w:rsidRPr="00545C96" w:rsidTr="00F62A80">
        <w:tc>
          <w:tcPr>
            <w:tcW w:w="9576" w:type="dxa"/>
            <w:shd w:val="clear" w:color="auto" w:fill="auto"/>
          </w:tcPr>
          <w:p w:rsidR="00545C96" w:rsidRPr="00545C96" w:rsidRDefault="00545C96" w:rsidP="00197B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 w:rsidP="00486C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86C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9307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карта  Европе,  илустрације</w:t>
            </w:r>
          </w:p>
        </w:tc>
      </w:tr>
      <w:tr w:rsidR="000D1454" w:rsidRPr="00B37DAE" w:rsidTr="00F62A80">
        <w:tc>
          <w:tcPr>
            <w:tcW w:w="9576" w:type="dxa"/>
            <w:shd w:val="clear" w:color="auto" w:fill="auto"/>
          </w:tcPr>
          <w:p w:rsidR="000D1454" w:rsidRPr="000D1454" w:rsidRDefault="000D14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6C1089" w:rsidRP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 језик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D930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</w:t>
            </w:r>
            <w:r w:rsidR="006C10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96516D" w:rsidRPr="00B37DAE" w:rsidTr="00F62A80">
        <w:tc>
          <w:tcPr>
            <w:tcW w:w="9576" w:type="dxa"/>
            <w:shd w:val="clear" w:color="auto" w:fill="auto"/>
          </w:tcPr>
          <w:p w:rsidR="0096516D" w:rsidRPr="00545C96" w:rsidRDefault="002E1B7E" w:rsidP="006D1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C75C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 разговору  подсећамо  ученик</w:t>
            </w:r>
            <w:r w:rsidR="006D1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 на  политичку  поделу  Западне </w:t>
            </w:r>
            <w:r w:rsidR="00C75C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Европе.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6C10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F62A80">
        <w:tc>
          <w:tcPr>
            <w:tcW w:w="9576" w:type="dxa"/>
            <w:shd w:val="clear" w:color="auto" w:fill="auto"/>
          </w:tcPr>
          <w:p w:rsidR="00E92753" w:rsidRPr="00545C96" w:rsidRDefault="006D1938" w:rsidP="006D02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 почетку  часа  тражимо  од  ученика да се 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присете на</w:t>
            </w:r>
            <w:r w:rsidR="00636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јпознатијих  личности из  на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уке ,  књижевност</w:t>
            </w:r>
            <w:r w:rsidR="00636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и,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музике  из  Велике  Британије.Питамо  их  шта  знају  о  рок музици  и  тражимо да  наведу  називе група и музичар</w:t>
            </w:r>
            <w:r w:rsidR="00636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 из  В. Б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ританије за  које су  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чули.Објашњавамо  појмове Британска</w:t>
            </w:r>
            <w:r w:rsidR="00636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острва,  Велика  Британија и  Уједињено  К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раљевство.Истичемо  да</w:t>
            </w:r>
            <w:r w:rsidR="008A0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појмови  Велика  Британија  и  Енглеска  нису  исто,  већ  да  је  Енглеска  само  једна  од  четири  исто</w:t>
            </w:r>
            <w:r w:rsidR="00636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ријско-географске  целине  В.  Б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ританије.Наводимо  и  на  карти  показујем</w:t>
            </w:r>
            <w:r w:rsidR="00636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 оста</w:t>
            </w:r>
            <w:r w:rsidR="00636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  целине: Шкотску,  Велс  и  С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</w:t>
            </w:r>
            <w:r w:rsidR="00636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рну  Ирску.Говоримо о  британском  колонијалном  царству.На  карти  показујемо  мање  острвске  групе,  планине и  реке.Објашњавамо  утицај</w:t>
            </w:r>
            <w:r w:rsidR="00636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Голфске  струје  на  климу  В.  Б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ританије.Наводимо важне  природне  ресурсе и  </w:t>
            </w:r>
            <w:r w:rsidR="00636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говоримо  о 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њиховом  значају  за  привреду  земље.Посебно истичемо</w:t>
            </w:r>
            <w:r w:rsidR="00636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налазишта  нафте  и  гаса  у  С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еверном  мору.Изажемо  одлике  становништва.Истичемо  висок</w:t>
            </w:r>
            <w:r w:rsidR="00636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 урбанизације.На  карти  показујемо  </w:t>
            </w:r>
            <w:r w:rsidR="006D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агломерације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 веће  градове.Подсећамо ученике </w:t>
            </w:r>
            <w:r w:rsidR="00636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је  на простору  В.  Б</w:t>
            </w:r>
            <w:r w:rsidR="00E9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ританије  настала индустрија,</w:t>
            </w:r>
            <w:r w:rsidR="006361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објашњавамо  данашње  одлике  индустрије и  наглашавамо место  В.  Британије  у  светској  економији.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9307D5" w:rsidRPr="00545C96" w:rsidRDefault="006C1089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  <w:r w:rsidR="002E1B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B4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  ученицима  да  имају  задатак  да  код  куће  дају  одговоре  на питања  у  одељку  «одговорима  до сажетка».</w:t>
            </w:r>
          </w:p>
        </w:tc>
      </w:tr>
      <w:tr w:rsidR="00EB42B2" w:rsidRPr="00B37DAE" w:rsidTr="00F62A80">
        <w:tc>
          <w:tcPr>
            <w:tcW w:w="9576" w:type="dxa"/>
            <w:shd w:val="clear" w:color="auto" w:fill="auto"/>
          </w:tcPr>
          <w:p w:rsidR="00EB42B2" w:rsidRDefault="00EB42B2" w:rsidP="00EB42B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ИЗГЛЕД  ТАБЛЕ:</w:t>
            </w:r>
          </w:p>
        </w:tc>
      </w:tr>
      <w:tr w:rsidR="00EB42B2" w:rsidRPr="00B37DAE" w:rsidTr="00F62A80">
        <w:tc>
          <w:tcPr>
            <w:tcW w:w="9576" w:type="dxa"/>
            <w:shd w:val="clear" w:color="auto" w:fill="auto"/>
          </w:tcPr>
          <w:p w:rsidR="006D02CF" w:rsidRDefault="006D02CF" w:rsidP="0063617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УЈЕДИЊЕНО  КРАЉЕВСТВО  ВЕЛИКЕ  БРИТАНИЈЕ  И  СЕВЕРНЕ  ИРСКЕ</w:t>
            </w:r>
          </w:p>
          <w:p w:rsidR="006D02CF" w:rsidRDefault="006D02CF" w:rsidP="006361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-Британска  острва—Велика Британиј</w:t>
            </w:r>
            <w:r w:rsidR="008A0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 Ирска</w:t>
            </w:r>
          </w:p>
          <w:p w:rsidR="006D02CF" w:rsidRDefault="006D02CF" w:rsidP="006361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8A0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Уједињено  К</w:t>
            </w:r>
            <w:r w:rsidR="00D17A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раљевство  Велике  Британије  и 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еверне  Ирске—УК</w:t>
            </w:r>
          </w:p>
          <w:p w:rsidR="006D02CF" w:rsidRDefault="006D02CF" w:rsidP="0063617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  целине:  Енглеска,  Шкотска,  Велс,  Северна  Ирска</w:t>
            </w:r>
            <w:r w:rsidR="00EB42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  <w:p w:rsidR="006D02CF" w:rsidRDefault="006D02CF" w:rsidP="006361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6D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мање </w:t>
            </w:r>
            <w:r w:rsidR="008A0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острвске  групе: Хебриди,  Шет</w:t>
            </w:r>
            <w:bookmarkStart w:id="0" w:name="_GoBack"/>
            <w:bookmarkEnd w:id="0"/>
            <w:r w:rsidRPr="006D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лндска о,  Оркнијска  о.  Каналска  о.  Ман</w:t>
            </w:r>
          </w:p>
          <w:p w:rsidR="006D02CF" w:rsidRDefault="006D02CF" w:rsidP="006361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-Ламанш</w:t>
            </w:r>
          </w:p>
          <w:p w:rsidR="006D02CF" w:rsidRDefault="006D02CF" w:rsidP="006361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-Рељеф: Кембријске  пл. Пенинске  пл.  Бен  Невис (1343м),  Лондонски  басен</w:t>
            </w:r>
          </w:p>
          <w:p w:rsidR="006D02CF" w:rsidRDefault="006D02CF" w:rsidP="006361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-атлантска  клима—много  падавина,  честе  магле</w:t>
            </w:r>
          </w:p>
          <w:p w:rsidR="006D02CF" w:rsidRDefault="00D17A98" w:rsidP="006361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-реке:  Темза,  С</w:t>
            </w:r>
            <w:r w:rsidR="006D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еверн</w:t>
            </w:r>
          </w:p>
          <w:p w:rsidR="006D02CF" w:rsidRDefault="006D02CF" w:rsidP="006361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-природни  ресурси:  угаљ, нафта,  гас</w:t>
            </w:r>
          </w:p>
          <w:p w:rsidR="006D02CF" w:rsidRDefault="006D02CF" w:rsidP="006361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-67 милиона  ст.---Енглези,  Шкоти,  Велшани,  Ирци</w:t>
            </w:r>
          </w:p>
          <w:p w:rsidR="006D02CF" w:rsidRDefault="006D02CF" w:rsidP="006361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D17A98" w:rsidRPr="00D17A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агломерације:Ло</w:t>
            </w:r>
            <w:r w:rsidR="00D17A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ндон, М</w:t>
            </w:r>
            <w:r w:rsidR="00D17A98" w:rsidRPr="00D17A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анчестер, Ливерпул,  Лидс</w:t>
            </w:r>
          </w:p>
          <w:p w:rsidR="00D17A98" w:rsidRPr="00D17A98" w:rsidRDefault="00D17A98" w:rsidP="006361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-хај-тек  индустрија</w:t>
            </w:r>
          </w:p>
          <w:p w:rsidR="00331806" w:rsidRPr="00EB42B2" w:rsidRDefault="00EB42B2" w:rsidP="006361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</w:t>
            </w:r>
            <w:r w:rsidR="003318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</w:t>
            </w:r>
          </w:p>
        </w:tc>
      </w:tr>
      <w:tr w:rsidR="00E4334D" w:rsidRPr="003321C2" w:rsidTr="009307D5">
        <w:tc>
          <w:tcPr>
            <w:tcW w:w="9576" w:type="dxa"/>
            <w:shd w:val="clear" w:color="auto" w:fill="auto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177289"/>
    <w:rsid w:val="001C45B5"/>
    <w:rsid w:val="001C6C13"/>
    <w:rsid w:val="001D57CA"/>
    <w:rsid w:val="002365E8"/>
    <w:rsid w:val="002E1B7E"/>
    <w:rsid w:val="00331806"/>
    <w:rsid w:val="003321C2"/>
    <w:rsid w:val="00391413"/>
    <w:rsid w:val="003A7B13"/>
    <w:rsid w:val="003F1D6D"/>
    <w:rsid w:val="0045123D"/>
    <w:rsid w:val="00466279"/>
    <w:rsid w:val="00486C32"/>
    <w:rsid w:val="004C7CD5"/>
    <w:rsid w:val="00545C96"/>
    <w:rsid w:val="005F784B"/>
    <w:rsid w:val="00605D58"/>
    <w:rsid w:val="00606767"/>
    <w:rsid w:val="0063617F"/>
    <w:rsid w:val="00664F16"/>
    <w:rsid w:val="00670648"/>
    <w:rsid w:val="006C1089"/>
    <w:rsid w:val="006D02CF"/>
    <w:rsid w:val="006D1938"/>
    <w:rsid w:val="006D5681"/>
    <w:rsid w:val="006F2937"/>
    <w:rsid w:val="00761ABB"/>
    <w:rsid w:val="007906D8"/>
    <w:rsid w:val="007E6623"/>
    <w:rsid w:val="0080459B"/>
    <w:rsid w:val="00854D2A"/>
    <w:rsid w:val="008A02F1"/>
    <w:rsid w:val="008F0F0B"/>
    <w:rsid w:val="008F27B4"/>
    <w:rsid w:val="009221AA"/>
    <w:rsid w:val="009307D5"/>
    <w:rsid w:val="00942ED0"/>
    <w:rsid w:val="0094301B"/>
    <w:rsid w:val="00962C5B"/>
    <w:rsid w:val="0096516D"/>
    <w:rsid w:val="00A17F87"/>
    <w:rsid w:val="00A321DB"/>
    <w:rsid w:val="00A45210"/>
    <w:rsid w:val="00A47E59"/>
    <w:rsid w:val="00AB78A4"/>
    <w:rsid w:val="00B31C7E"/>
    <w:rsid w:val="00B37DAE"/>
    <w:rsid w:val="00B80B22"/>
    <w:rsid w:val="00B85A26"/>
    <w:rsid w:val="00BA107D"/>
    <w:rsid w:val="00BF20E4"/>
    <w:rsid w:val="00C379D6"/>
    <w:rsid w:val="00C70D9C"/>
    <w:rsid w:val="00C75C1A"/>
    <w:rsid w:val="00C81044"/>
    <w:rsid w:val="00CA0770"/>
    <w:rsid w:val="00CC0911"/>
    <w:rsid w:val="00D0461E"/>
    <w:rsid w:val="00D17A98"/>
    <w:rsid w:val="00D6605E"/>
    <w:rsid w:val="00D93068"/>
    <w:rsid w:val="00DE65D7"/>
    <w:rsid w:val="00E24E89"/>
    <w:rsid w:val="00E4334D"/>
    <w:rsid w:val="00E92753"/>
    <w:rsid w:val="00EA38C7"/>
    <w:rsid w:val="00EB42B2"/>
    <w:rsid w:val="00EC77F2"/>
    <w:rsid w:val="00F05659"/>
    <w:rsid w:val="00F137B9"/>
    <w:rsid w:val="00F57D30"/>
    <w:rsid w:val="00F62A80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A837C-381F-42A1-8813-E1FA66FA4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3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dcterms:created xsi:type="dcterms:W3CDTF">2020-07-02T08:19:00Z</dcterms:created>
  <dcterms:modified xsi:type="dcterms:W3CDTF">2020-07-03T10:45:00Z</dcterms:modified>
</cp:coreProperties>
</file>